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94E56" w:rsidRDefault="00D94E56" w:rsidP="00494A9A">
      <w:pPr>
        <w:pStyle w:val="Normale1"/>
        <w:tabs>
          <w:tab w:val="center" w:pos="4819"/>
          <w:tab w:val="right" w:pos="9638"/>
        </w:tabs>
        <w:jc w:val="center"/>
      </w:pPr>
      <w:r w:rsidRPr="0041389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magine 1" o:spid="_x0000_i1025" type="#_x0000_t75" style="width:402.75pt;height:86.25pt;visibility:visible">
            <v:imagedata r:id="rId5" o:title=""/>
          </v:shape>
        </w:pict>
      </w:r>
    </w:p>
    <w:p w:rsidR="00D94E56" w:rsidRDefault="00D94E56" w:rsidP="00494A9A">
      <w:pPr>
        <w:pStyle w:val="Normale1"/>
        <w:keepNext/>
        <w:jc w:val="center"/>
        <w:rPr>
          <w:rFonts w:ascii="Cambria" w:hAnsi="Cambria" w:cs="Cambria"/>
          <w:color w:val="000080"/>
        </w:rPr>
      </w:pPr>
      <w:r>
        <w:rPr>
          <w:rFonts w:ascii="Cambria" w:hAnsi="Cambria" w:cs="Cambria"/>
          <w:b/>
          <w:color w:val="000080"/>
        </w:rPr>
        <w:t>ISTITUTO TECNICO STATALE COMMERCIALE E GEOMETRI</w:t>
      </w:r>
    </w:p>
    <w:p w:rsidR="00D94E56" w:rsidRDefault="00D94E56" w:rsidP="00494A9A">
      <w:pPr>
        <w:pStyle w:val="Normale1"/>
        <w:keepNext/>
        <w:jc w:val="center"/>
        <w:rPr>
          <w:rFonts w:ascii="Cambria" w:hAnsi="Cambria" w:cs="Cambria"/>
          <w:color w:val="000080"/>
        </w:rPr>
      </w:pPr>
      <w:r>
        <w:rPr>
          <w:rFonts w:ascii="Cambria" w:hAnsi="Cambria" w:cs="Cambria"/>
          <w:b/>
          <w:color w:val="000080"/>
        </w:rPr>
        <w:t xml:space="preserve"> “Loperfido-Olivetti” </w:t>
      </w:r>
    </w:p>
    <w:p w:rsidR="00D94E56" w:rsidRDefault="00D94E56" w:rsidP="00494A9A">
      <w:pPr>
        <w:pStyle w:val="Normale1"/>
        <w:keepNext/>
        <w:jc w:val="center"/>
        <w:rPr>
          <w:rFonts w:ascii="Cambria" w:hAnsi="Cambria" w:cs="Cambria"/>
          <w:color w:val="000080"/>
          <w:sz w:val="16"/>
          <w:szCs w:val="16"/>
        </w:rPr>
      </w:pPr>
      <w:r>
        <w:rPr>
          <w:rFonts w:ascii="Cambria" w:hAnsi="Cambria" w:cs="Cambria"/>
          <w:color w:val="000080"/>
          <w:sz w:val="16"/>
          <w:szCs w:val="16"/>
        </w:rPr>
        <w:t xml:space="preserve">Via Aldo Moro n. 28 – 75100 Matera - tel. 0835332372 </w:t>
      </w:r>
    </w:p>
    <w:p w:rsidR="00D94E56" w:rsidRDefault="00D94E56" w:rsidP="00494A9A">
      <w:pPr>
        <w:pStyle w:val="Normale1"/>
        <w:tabs>
          <w:tab w:val="left" w:pos="142"/>
        </w:tabs>
        <w:jc w:val="center"/>
        <w:rPr>
          <w:rFonts w:ascii="Cambria" w:hAnsi="Cambria" w:cs="Cambria"/>
          <w:color w:val="000080"/>
          <w:sz w:val="16"/>
          <w:szCs w:val="16"/>
        </w:rPr>
      </w:pPr>
      <w:r>
        <w:rPr>
          <w:rFonts w:ascii="Cambria" w:hAnsi="Cambria" w:cs="Cambria"/>
          <w:color w:val="000080"/>
          <w:sz w:val="16"/>
          <w:szCs w:val="16"/>
        </w:rPr>
        <w:t xml:space="preserve">e-mail: </w:t>
      </w:r>
      <w:hyperlink r:id="rId6">
        <w:r>
          <w:rPr>
            <w:rFonts w:ascii="Cambria" w:hAnsi="Cambria" w:cs="Cambria"/>
            <w:color w:val="000080"/>
            <w:sz w:val="16"/>
            <w:szCs w:val="16"/>
          </w:rPr>
          <w:t>mttd06000b@istruzione.it</w:t>
        </w:r>
      </w:hyperlink>
      <w:r>
        <w:rPr>
          <w:rFonts w:ascii="Cambria" w:hAnsi="Cambria" w:cs="Cambria"/>
          <w:color w:val="000080"/>
          <w:sz w:val="16"/>
          <w:szCs w:val="16"/>
        </w:rPr>
        <w:t xml:space="preserve">pec: </w:t>
      </w:r>
      <w:hyperlink r:id="rId7">
        <w:r>
          <w:rPr>
            <w:rFonts w:ascii="Cambria" w:hAnsi="Cambria" w:cs="Cambria"/>
            <w:color w:val="000080"/>
            <w:sz w:val="16"/>
            <w:szCs w:val="16"/>
          </w:rPr>
          <w:t>mttd06000b@pec.istruzione.it</w:t>
        </w:r>
      </w:hyperlink>
    </w:p>
    <w:p w:rsidR="00D94E56" w:rsidRPr="0001315E" w:rsidRDefault="00D94E56" w:rsidP="00494A9A">
      <w:pPr>
        <w:pStyle w:val="Normale1"/>
        <w:tabs>
          <w:tab w:val="left" w:pos="142"/>
        </w:tabs>
        <w:jc w:val="center"/>
        <w:rPr>
          <w:rFonts w:ascii="Cambria" w:hAnsi="Cambria" w:cs="Cambria"/>
          <w:color w:val="000080"/>
          <w:sz w:val="16"/>
          <w:szCs w:val="16"/>
        </w:rPr>
      </w:pPr>
      <w:r>
        <w:rPr>
          <w:rFonts w:ascii="Cambria" w:hAnsi="Cambria" w:cs="Cambria"/>
          <w:color w:val="000080"/>
          <w:sz w:val="16"/>
          <w:szCs w:val="16"/>
        </w:rPr>
        <w:t xml:space="preserve"> </w:t>
      </w:r>
      <w:r w:rsidRPr="0001315E">
        <w:rPr>
          <w:rFonts w:ascii="Cambria" w:hAnsi="Cambria" w:cs="Cambria"/>
          <w:color w:val="000080"/>
          <w:sz w:val="16"/>
          <w:szCs w:val="16"/>
        </w:rPr>
        <w:t>sito web: http://www.loperfido-olivetti.gov.it</w:t>
      </w:r>
    </w:p>
    <w:p w:rsidR="00D94E56" w:rsidRDefault="00D94E56" w:rsidP="00494A9A">
      <w:pPr>
        <w:pStyle w:val="Normale1"/>
        <w:keepNext/>
        <w:jc w:val="center"/>
        <w:rPr>
          <w:rFonts w:ascii="Times New Roman" w:hAnsi="Times New Roman" w:cs="Times New Roman"/>
        </w:rPr>
      </w:pPr>
      <w:r>
        <w:rPr>
          <w:rFonts w:ascii="Cambria" w:hAnsi="Cambria" w:cs="Cambria"/>
          <w:color w:val="000080"/>
          <w:sz w:val="16"/>
          <w:szCs w:val="16"/>
        </w:rPr>
        <w:t xml:space="preserve">Codice Fiscale: 93051570773  - Codice Meccanografico: MTTD06000B  </w:t>
      </w:r>
    </w:p>
    <w:p w:rsidR="00D94E56" w:rsidRDefault="00D94E56" w:rsidP="00494A9A">
      <w:pPr>
        <w:tabs>
          <w:tab w:val="left" w:pos="5355"/>
        </w:tabs>
        <w:spacing w:line="360" w:lineRule="auto"/>
        <w:jc w:val="center"/>
        <w:rPr>
          <w:rFonts w:ascii="Times New Roman" w:hAnsi="Times New Roman" w:cs="Times New Roman"/>
          <w:sz w:val="28"/>
        </w:rPr>
      </w:pPr>
      <w:r w:rsidRPr="00494A9A">
        <w:rPr>
          <w:rFonts w:ascii="Times New Roman" w:hAnsi="Times New Roman" w:cs="Times New Roman"/>
          <w:sz w:val="28"/>
        </w:rPr>
        <w:t>ALTERNANZA SCUOLA LAVORO</w:t>
      </w:r>
    </w:p>
    <w:p w:rsidR="00D94E56" w:rsidRDefault="00D94E56" w:rsidP="00494A9A">
      <w:pPr>
        <w:tabs>
          <w:tab w:val="left" w:pos="5355"/>
        </w:tabs>
        <w:spacing w:line="360" w:lineRule="auto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a.s. 2017-2018/a.s. 2018-2019/</w:t>
      </w:r>
      <w:r w:rsidRPr="00771B4F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a.s. 2019-2020</w:t>
      </w:r>
    </w:p>
    <w:p w:rsidR="00D94E56" w:rsidRPr="00494A9A" w:rsidRDefault="00D94E56" w:rsidP="00494A9A">
      <w:pPr>
        <w:tabs>
          <w:tab w:val="left" w:pos="5355"/>
        </w:tabs>
        <w:spacing w:line="360" w:lineRule="auto"/>
        <w:jc w:val="both"/>
        <w:rPr>
          <w:rFonts w:ascii="Times New Roman" w:hAnsi="Times New Roman" w:cs="Times New Roman"/>
          <w:szCs w:val="24"/>
        </w:rPr>
      </w:pPr>
      <w:r w:rsidRPr="00494A9A">
        <w:rPr>
          <w:rFonts w:ascii="Times New Roman" w:hAnsi="Times New Roman" w:cs="Times New Roman"/>
          <w:b/>
          <w:szCs w:val="24"/>
        </w:rPr>
        <w:t>CERTIFICAZIONE DEL PERCORSO E DELLE COMPETENZE</w:t>
      </w:r>
    </w:p>
    <w:p w:rsidR="00D94E56" w:rsidRDefault="00D94E56" w:rsidP="00494A9A">
      <w:pPr>
        <w:rPr>
          <w:rFonts w:ascii="Times New Roman" w:hAnsi="Times New Roman" w:cs="Times New Roman"/>
          <w:b/>
          <w:sz w:val="20"/>
          <w:szCs w:val="20"/>
        </w:rPr>
      </w:pPr>
      <w:r w:rsidRPr="00494A9A">
        <w:rPr>
          <w:rFonts w:ascii="Times New Roman" w:hAnsi="Times New Roman" w:cs="Times New Roman"/>
          <w:b/>
          <w:sz w:val="20"/>
          <w:szCs w:val="20"/>
        </w:rPr>
        <w:t>SEZIONE A - DATI ANAGRAFICI TIROCINANTE</w:t>
      </w:r>
    </w:p>
    <w:p w:rsidR="00D94E56" w:rsidRPr="00494A9A" w:rsidRDefault="00D94E56" w:rsidP="00494A9A">
      <w:pPr>
        <w:rPr>
          <w:rFonts w:ascii="Times New Roman" w:hAnsi="Times New Roman" w:cs="Times New Roman"/>
          <w:b/>
          <w:sz w:val="20"/>
          <w:szCs w:val="20"/>
        </w:rPr>
      </w:pPr>
    </w:p>
    <w:tbl>
      <w:tblPr>
        <w:tblW w:w="10220" w:type="dxa"/>
        <w:tblInd w:w="-431" w:type="dxa"/>
        <w:tblLayout w:type="fixed"/>
        <w:tblLook w:val="0000"/>
      </w:tblPr>
      <w:tblGrid>
        <w:gridCol w:w="3828"/>
        <w:gridCol w:w="6392"/>
      </w:tblGrid>
      <w:tr w:rsidR="00D94E56" w:rsidRPr="00EE14A1" w:rsidTr="00494A9A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494A9A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4A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COGNOME E NOME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494A9A" w:rsidRDefault="00D94E56" w:rsidP="009E6276">
            <w:pPr>
              <w:snapToGri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94E56" w:rsidRPr="00EE14A1" w:rsidTr="00494A9A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494A9A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4A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DATA  E LUOGO DI NASCITA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494A9A" w:rsidRDefault="00D94E56" w:rsidP="009E6276">
            <w:pPr>
              <w:snapToGri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94E56" w:rsidRPr="00EE14A1" w:rsidTr="00494A9A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494A9A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4A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INDIRIZZO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494A9A" w:rsidRDefault="00D94E56" w:rsidP="009E6276">
            <w:pPr>
              <w:snapToGri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94E56" w:rsidRPr="00EE14A1" w:rsidTr="00494A9A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494A9A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4A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CODICE FISCALE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494A9A" w:rsidRDefault="00D94E56" w:rsidP="009E6276">
            <w:pPr>
              <w:snapToGrid w:val="0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  <w:tr w:rsidR="00D94E56" w:rsidRPr="00EE14A1" w:rsidTr="00494A9A"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494A9A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4A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INDIRIZZO  DI STUDI</w:t>
            </w:r>
          </w:p>
        </w:tc>
        <w:tc>
          <w:tcPr>
            <w:tcW w:w="63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494A9A" w:rsidRDefault="00D94E56" w:rsidP="009E6276">
            <w:pPr>
              <w:snapToGrid w:val="0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</w:tr>
    </w:tbl>
    <w:p w:rsidR="00D94E56" w:rsidRPr="00494A9A" w:rsidRDefault="00D94E56" w:rsidP="00494A9A">
      <w:pPr>
        <w:rPr>
          <w:rFonts w:ascii="Times New Roman" w:hAnsi="Times New Roman" w:cs="Times New Roman"/>
          <w:sz w:val="20"/>
          <w:szCs w:val="20"/>
        </w:rPr>
      </w:pPr>
      <w:r w:rsidRPr="00494A9A">
        <w:rPr>
          <w:rFonts w:ascii="Times New Roman" w:hAnsi="Times New Roman" w:cs="Times New Roman"/>
          <w:b/>
          <w:color w:val="000000"/>
          <w:sz w:val="20"/>
          <w:szCs w:val="20"/>
        </w:rPr>
        <w:t>SEZIONE B</w:t>
      </w:r>
      <w:r w:rsidRPr="00494A9A">
        <w:rPr>
          <w:rFonts w:ascii="Times New Roman" w:hAnsi="Times New Roman" w:cs="Times New Roman"/>
          <w:sz w:val="20"/>
          <w:szCs w:val="20"/>
        </w:rPr>
        <w:t xml:space="preserve"> – DATI SOGGETTI</w:t>
      </w:r>
    </w:p>
    <w:tbl>
      <w:tblPr>
        <w:tblW w:w="10220" w:type="dxa"/>
        <w:tblInd w:w="-431" w:type="dxa"/>
        <w:tblLayout w:type="fixed"/>
        <w:tblLook w:val="0000"/>
      </w:tblPr>
      <w:tblGrid>
        <w:gridCol w:w="3545"/>
        <w:gridCol w:w="6675"/>
      </w:tblGrid>
      <w:tr w:rsidR="00D94E56" w:rsidRPr="00494A9A" w:rsidTr="00494A9A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494A9A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4A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SOGGETTO PROMOTORE</w:t>
            </w:r>
          </w:p>
        </w:tc>
        <w:tc>
          <w:tcPr>
            <w:tcW w:w="6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494A9A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71B4F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I.T.C.G. “LOPERFIDO –OLIVETTI”</w:t>
            </w:r>
          </w:p>
        </w:tc>
      </w:tr>
      <w:tr w:rsidR="00D94E56" w:rsidRPr="00494A9A" w:rsidTr="00494A9A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494A9A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4A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INDIRIZZO</w:t>
            </w:r>
          </w:p>
        </w:tc>
        <w:tc>
          <w:tcPr>
            <w:tcW w:w="6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494A9A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4A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VIA ALDO MORO N. 28</w:t>
            </w:r>
          </w:p>
        </w:tc>
      </w:tr>
      <w:tr w:rsidR="00D94E56" w:rsidRPr="00494A9A" w:rsidTr="00494A9A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494A9A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4A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DIRIGENTE SCOLASTICO</w:t>
            </w:r>
          </w:p>
        </w:tc>
        <w:tc>
          <w:tcPr>
            <w:tcW w:w="6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494A9A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4A9A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Prof.ssa Carmelina Gallipoli</w:t>
            </w:r>
          </w:p>
        </w:tc>
      </w:tr>
      <w:tr w:rsidR="00D94E56" w:rsidRPr="00494A9A" w:rsidTr="00494A9A"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494A9A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4A9A">
              <w:rPr>
                <w:rFonts w:ascii="Times New Roman" w:hAnsi="Times New Roman" w:cs="Times New Roman"/>
                <w:sz w:val="16"/>
                <w:szCs w:val="16"/>
              </w:rPr>
              <w:t>E.MAIL</w:t>
            </w:r>
          </w:p>
        </w:tc>
        <w:tc>
          <w:tcPr>
            <w:tcW w:w="6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494A9A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hyperlink r:id="rId8" w:history="1">
              <w:r w:rsidRPr="00494A9A">
                <w:rPr>
                  <w:rFonts w:ascii="Times New Roman" w:hAnsi="Times New Roman" w:cs="Times New Roman"/>
                  <w:bCs w:val="0"/>
                  <w:sz w:val="16"/>
                  <w:szCs w:val="16"/>
                </w:rPr>
                <w:t>mttd06000b@istruzione.it</w:t>
              </w:r>
            </w:hyperlink>
          </w:p>
        </w:tc>
      </w:tr>
      <w:tr w:rsidR="00D94E56" w:rsidRPr="00494A9A" w:rsidTr="00494A9A">
        <w:trPr>
          <w:trHeight w:val="129"/>
        </w:trPr>
        <w:tc>
          <w:tcPr>
            <w:tcW w:w="35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494A9A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494A9A">
              <w:rPr>
                <w:rFonts w:ascii="Times New Roman" w:hAnsi="Times New Roman" w:cs="Times New Roman"/>
                <w:sz w:val="16"/>
                <w:szCs w:val="16"/>
              </w:rPr>
              <w:t>TELEFONO</w:t>
            </w:r>
          </w:p>
        </w:tc>
        <w:tc>
          <w:tcPr>
            <w:tcW w:w="66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494A9A" w:rsidRDefault="00D94E56" w:rsidP="009E6276">
            <w:pPr>
              <w:autoSpaceDN w:val="0"/>
              <w:adjustRightInd w:val="0"/>
              <w:rPr>
                <w:rFonts w:ascii="Times New Roman" w:hAnsi="Times New Roman" w:cs="Times New Roman"/>
                <w:sz w:val="16"/>
                <w:szCs w:val="16"/>
                <w:lang w:eastAsia="en-US"/>
              </w:rPr>
            </w:pPr>
            <w:r w:rsidRPr="00494A9A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Tel.: </w:t>
            </w:r>
            <w:r w:rsidRPr="00494A9A">
              <w:rPr>
                <w:rFonts w:ascii="Times New Roman" w:hAnsi="Times New Roman" w:cs="Times New Roman"/>
                <w:sz w:val="16"/>
                <w:szCs w:val="16"/>
              </w:rPr>
              <w:t xml:space="preserve">0835332372 -  fax: </w:t>
            </w:r>
            <w:r w:rsidRPr="00494A9A">
              <w:rPr>
                <w:rFonts w:ascii="Times New Roman" w:hAnsi="Times New Roman" w:cs="Times New Roman"/>
                <w:sz w:val="16"/>
                <w:szCs w:val="16"/>
                <w:lang w:eastAsia="en-US"/>
              </w:rPr>
              <w:t xml:space="preserve">fax </w:t>
            </w:r>
            <w:r w:rsidRPr="00494A9A">
              <w:rPr>
                <w:rFonts w:ascii="Times New Roman" w:hAnsi="Times New Roman" w:cs="Times New Roman"/>
                <w:sz w:val="16"/>
                <w:szCs w:val="16"/>
              </w:rPr>
              <w:t>0835346107</w:t>
            </w:r>
          </w:p>
          <w:p w:rsidR="00D94E56" w:rsidRPr="00494A9A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94E56" w:rsidRPr="00494A9A" w:rsidRDefault="00D94E56" w:rsidP="00494A9A">
      <w:pPr>
        <w:spacing w:line="36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tbl>
      <w:tblPr>
        <w:tblW w:w="10962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419"/>
        <w:gridCol w:w="1701"/>
        <w:gridCol w:w="837"/>
        <w:gridCol w:w="1951"/>
        <w:gridCol w:w="1150"/>
        <w:gridCol w:w="1325"/>
        <w:gridCol w:w="1329"/>
        <w:gridCol w:w="1250"/>
      </w:tblGrid>
      <w:tr w:rsidR="00D94E56" w:rsidRPr="00EE14A1" w:rsidTr="00691DE6">
        <w:trPr>
          <w:trHeight w:val="495"/>
        </w:trPr>
        <w:tc>
          <w:tcPr>
            <w:tcW w:w="1419" w:type="dxa"/>
            <w:vMerge w:val="restart"/>
          </w:tcPr>
          <w:p w:rsidR="00D94E56" w:rsidRPr="000F5147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F514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TOTALE ORE</w:t>
            </w:r>
          </w:p>
          <w:p w:rsidR="00D94E56" w:rsidRPr="000F5147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D94E56" w:rsidRPr="00691DE6" w:rsidRDefault="00D94E56" w:rsidP="001D5F76">
            <w:pPr>
              <w:rPr>
                <w:rFonts w:ascii="Times New Roman" w:hAnsi="Times New Roman" w:cs="Times New Roman"/>
                <w:b/>
                <w:color w:val="000000"/>
                <w:sz w:val="28"/>
              </w:rPr>
            </w:pPr>
            <w:r w:rsidRPr="000F514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N. …..</w:t>
            </w:r>
          </w:p>
        </w:tc>
        <w:tc>
          <w:tcPr>
            <w:tcW w:w="5639" w:type="dxa"/>
            <w:gridSpan w:val="4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PERCORSO TERZO ANNO</w:t>
            </w:r>
          </w:p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D94E56" w:rsidRPr="00691DE6" w:rsidRDefault="00D94E56" w:rsidP="000F5147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TUTOR SCOLASTICO prof./</w:t>
            </w:r>
            <w:r w:rsidRPr="00691DE6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3904" w:type="dxa"/>
            <w:gridSpan w:val="3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color w:val="000000"/>
                <w:sz w:val="20"/>
              </w:rPr>
              <w:t xml:space="preserve">MODALITA’ FORMATIVA </w:t>
            </w:r>
          </w:p>
        </w:tc>
      </w:tr>
      <w:tr w:rsidR="00D94E56" w:rsidRPr="00EE14A1" w:rsidTr="00691DE6">
        <w:trPr>
          <w:trHeight w:val="242"/>
        </w:trPr>
        <w:tc>
          <w:tcPr>
            <w:tcW w:w="1419" w:type="dxa"/>
            <w:vMerge/>
          </w:tcPr>
          <w:p w:rsidR="00D94E56" w:rsidRPr="00691DE6" w:rsidRDefault="00D94E56" w:rsidP="00CB726E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ATTIVITA’</w:t>
            </w:r>
          </w:p>
        </w:tc>
        <w:tc>
          <w:tcPr>
            <w:tcW w:w="837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N. ORE</w:t>
            </w:r>
          </w:p>
        </w:tc>
        <w:tc>
          <w:tcPr>
            <w:tcW w:w="1951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STRUTTURA</w:t>
            </w:r>
          </w:p>
        </w:tc>
        <w:tc>
          <w:tcPr>
            <w:tcW w:w="1150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LUOGO</w:t>
            </w:r>
          </w:p>
        </w:tc>
        <w:tc>
          <w:tcPr>
            <w:tcW w:w="1325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AULA</w:t>
            </w:r>
          </w:p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N. ORE</w:t>
            </w:r>
          </w:p>
        </w:tc>
        <w:tc>
          <w:tcPr>
            <w:tcW w:w="1329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AZIENDA</w:t>
            </w:r>
          </w:p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N. ORE</w:t>
            </w:r>
          </w:p>
        </w:tc>
        <w:tc>
          <w:tcPr>
            <w:tcW w:w="1250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ALTRI CONTESTI</w:t>
            </w:r>
          </w:p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N. ORE</w:t>
            </w:r>
          </w:p>
        </w:tc>
      </w:tr>
      <w:tr w:rsidR="00D94E56" w:rsidRPr="00EE14A1" w:rsidTr="00691DE6">
        <w:trPr>
          <w:trHeight w:val="252"/>
        </w:trPr>
        <w:tc>
          <w:tcPr>
            <w:tcW w:w="1419" w:type="dxa"/>
            <w:vMerge w:val="restart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a.s………….</w:t>
            </w:r>
          </w:p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Corso sicurezza</w:t>
            </w:r>
          </w:p>
        </w:tc>
        <w:tc>
          <w:tcPr>
            <w:tcW w:w="837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12</w:t>
            </w:r>
          </w:p>
        </w:tc>
        <w:tc>
          <w:tcPr>
            <w:tcW w:w="1951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ITCG</w:t>
            </w:r>
          </w:p>
        </w:tc>
        <w:tc>
          <w:tcPr>
            <w:tcW w:w="1150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Matera</w:t>
            </w:r>
          </w:p>
        </w:tc>
        <w:tc>
          <w:tcPr>
            <w:tcW w:w="1325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  <w:highlight w:val="yellow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12</w:t>
            </w:r>
          </w:p>
        </w:tc>
        <w:tc>
          <w:tcPr>
            <w:tcW w:w="1329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50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D94E56" w:rsidRPr="00EE14A1" w:rsidTr="00691DE6">
        <w:trPr>
          <w:trHeight w:val="242"/>
        </w:trPr>
        <w:tc>
          <w:tcPr>
            <w:tcW w:w="1419" w:type="dxa"/>
            <w:vMerge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37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951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325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329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50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16</w:t>
            </w:r>
          </w:p>
        </w:tc>
      </w:tr>
      <w:tr w:rsidR="00D94E56" w:rsidRPr="00EE14A1" w:rsidTr="00691DE6">
        <w:trPr>
          <w:trHeight w:val="242"/>
        </w:trPr>
        <w:tc>
          <w:tcPr>
            <w:tcW w:w="1419" w:type="dxa"/>
            <w:vMerge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701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837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951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50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325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329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50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</w:tbl>
    <w:p w:rsidR="00D94E56" w:rsidRPr="00EE14A1" w:rsidRDefault="00D94E56" w:rsidP="00494A9A">
      <w:pPr>
        <w:rPr>
          <w:rFonts w:ascii="Times New Roman" w:hAnsi="Times New Roman" w:cs="Times New Roman"/>
          <w:color w:val="000000"/>
          <w:sz w:val="20"/>
        </w:rPr>
      </w:pPr>
    </w:p>
    <w:p w:rsidR="00D94E56" w:rsidRPr="00EE14A1" w:rsidRDefault="00D94E56" w:rsidP="00494A9A">
      <w:pPr>
        <w:rPr>
          <w:rFonts w:ascii="Times New Roman" w:hAnsi="Times New Roman" w:cs="Times New Roman"/>
          <w:color w:val="000000"/>
          <w:sz w:val="20"/>
        </w:rPr>
      </w:pPr>
    </w:p>
    <w:p w:rsidR="00D94E56" w:rsidRPr="00EE14A1" w:rsidRDefault="00D94E56" w:rsidP="00494A9A">
      <w:pPr>
        <w:rPr>
          <w:rFonts w:ascii="Times New Roman" w:hAnsi="Times New Roman" w:cs="Times New Roman"/>
          <w:color w:val="000000"/>
          <w:sz w:val="20"/>
        </w:rPr>
      </w:pPr>
    </w:p>
    <w:tbl>
      <w:tblPr>
        <w:tblW w:w="108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11"/>
        <w:gridCol w:w="1505"/>
        <w:gridCol w:w="1118"/>
        <w:gridCol w:w="1450"/>
        <w:gridCol w:w="1277"/>
        <w:gridCol w:w="1350"/>
        <w:gridCol w:w="1342"/>
        <w:gridCol w:w="1250"/>
      </w:tblGrid>
      <w:tr w:rsidR="00D94E56" w:rsidRPr="00EE14A1" w:rsidTr="00691DE6">
        <w:trPr>
          <w:trHeight w:val="495"/>
        </w:trPr>
        <w:tc>
          <w:tcPr>
            <w:tcW w:w="1511" w:type="dxa"/>
            <w:vMerge w:val="restart"/>
          </w:tcPr>
          <w:p w:rsidR="00D94E56" w:rsidRPr="000F5147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F514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TOTALE ORE</w:t>
            </w:r>
          </w:p>
          <w:p w:rsidR="00D94E56" w:rsidRPr="000F5147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F514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N. …………….</w:t>
            </w:r>
          </w:p>
          <w:p w:rsidR="00D94E56" w:rsidRPr="000F5147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D94E56" w:rsidRPr="000F5147" w:rsidRDefault="00D94E56" w:rsidP="000F5147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F514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a.s………….</w:t>
            </w:r>
          </w:p>
          <w:p w:rsidR="00D94E56" w:rsidRPr="00691DE6" w:rsidRDefault="00D94E56" w:rsidP="009E6276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350" w:type="dxa"/>
            <w:gridSpan w:val="4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PERCORSO QUARTO ANNO</w:t>
            </w:r>
          </w:p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1D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TUTOR SCOLASTICO                       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          prof…………………</w:t>
            </w:r>
          </w:p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942" w:type="dxa"/>
            <w:gridSpan w:val="3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color w:val="000000"/>
                <w:sz w:val="20"/>
              </w:rPr>
              <w:t xml:space="preserve">MODALITA’ FORMATIVA </w:t>
            </w:r>
          </w:p>
        </w:tc>
      </w:tr>
      <w:tr w:rsidR="00D94E56" w:rsidRPr="00EE14A1" w:rsidTr="00691DE6">
        <w:trPr>
          <w:trHeight w:val="242"/>
        </w:trPr>
        <w:tc>
          <w:tcPr>
            <w:tcW w:w="1511" w:type="dxa"/>
            <w:vMerge/>
          </w:tcPr>
          <w:p w:rsidR="00D94E56" w:rsidRPr="00691DE6" w:rsidRDefault="00D94E56" w:rsidP="00CB726E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505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ATTIVITA’</w:t>
            </w:r>
          </w:p>
        </w:tc>
        <w:tc>
          <w:tcPr>
            <w:tcW w:w="1118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N. ORE</w:t>
            </w:r>
          </w:p>
        </w:tc>
        <w:tc>
          <w:tcPr>
            <w:tcW w:w="1450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STRUTTURA</w:t>
            </w:r>
          </w:p>
        </w:tc>
        <w:tc>
          <w:tcPr>
            <w:tcW w:w="1277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LUOGO</w:t>
            </w:r>
          </w:p>
        </w:tc>
        <w:tc>
          <w:tcPr>
            <w:tcW w:w="1350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AULA</w:t>
            </w:r>
          </w:p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N. ORE</w:t>
            </w:r>
          </w:p>
        </w:tc>
        <w:tc>
          <w:tcPr>
            <w:tcW w:w="1342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AZIENDA</w:t>
            </w:r>
          </w:p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N. ORE</w:t>
            </w:r>
          </w:p>
        </w:tc>
        <w:tc>
          <w:tcPr>
            <w:tcW w:w="1250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ALTRI CONTESTI</w:t>
            </w:r>
          </w:p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N. ORE</w:t>
            </w:r>
          </w:p>
        </w:tc>
      </w:tr>
      <w:tr w:rsidR="00D94E56" w:rsidRPr="00EE14A1" w:rsidTr="00691DE6">
        <w:trPr>
          <w:trHeight w:val="242"/>
        </w:trPr>
        <w:tc>
          <w:tcPr>
            <w:tcW w:w="1511" w:type="dxa"/>
            <w:vMerge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505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450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342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50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D94E56" w:rsidRPr="00EE14A1" w:rsidTr="00691DE6">
        <w:trPr>
          <w:trHeight w:val="242"/>
        </w:trPr>
        <w:tc>
          <w:tcPr>
            <w:tcW w:w="1511" w:type="dxa"/>
            <w:vMerge/>
          </w:tcPr>
          <w:p w:rsidR="00D94E56" w:rsidRPr="00691DE6" w:rsidRDefault="00D94E56" w:rsidP="00C03539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505" w:type="dxa"/>
          </w:tcPr>
          <w:p w:rsidR="00D94E56" w:rsidRPr="00691DE6" w:rsidRDefault="00D94E56" w:rsidP="00C03539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</w:tcPr>
          <w:p w:rsidR="00D94E56" w:rsidRPr="00691DE6" w:rsidRDefault="00D94E56" w:rsidP="00C03539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450" w:type="dxa"/>
          </w:tcPr>
          <w:p w:rsidR="00D94E56" w:rsidRPr="00691DE6" w:rsidRDefault="00D94E56" w:rsidP="00C03539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:rsidR="00D94E56" w:rsidRPr="00691DE6" w:rsidRDefault="00D94E56" w:rsidP="00C03539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D94E56" w:rsidRPr="00691DE6" w:rsidRDefault="00D94E56" w:rsidP="00C03539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342" w:type="dxa"/>
          </w:tcPr>
          <w:p w:rsidR="00D94E56" w:rsidRPr="00691DE6" w:rsidRDefault="00D94E56" w:rsidP="00C03539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50" w:type="dxa"/>
          </w:tcPr>
          <w:p w:rsidR="00D94E56" w:rsidRPr="00691DE6" w:rsidRDefault="00D94E56" w:rsidP="00C03539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D94E56" w:rsidRPr="00EE14A1" w:rsidTr="00691DE6">
        <w:trPr>
          <w:trHeight w:val="242"/>
        </w:trPr>
        <w:tc>
          <w:tcPr>
            <w:tcW w:w="1511" w:type="dxa"/>
            <w:vMerge/>
          </w:tcPr>
          <w:p w:rsidR="00D94E56" w:rsidRPr="00691DE6" w:rsidRDefault="00D94E56" w:rsidP="00C03539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505" w:type="dxa"/>
          </w:tcPr>
          <w:p w:rsidR="00D94E56" w:rsidRPr="00691DE6" w:rsidRDefault="00D94E56" w:rsidP="00C03539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118" w:type="dxa"/>
          </w:tcPr>
          <w:p w:rsidR="00D94E56" w:rsidRPr="00691DE6" w:rsidRDefault="00D94E56" w:rsidP="00C03539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450" w:type="dxa"/>
          </w:tcPr>
          <w:p w:rsidR="00D94E56" w:rsidRPr="00691DE6" w:rsidRDefault="00D94E56" w:rsidP="00C03539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77" w:type="dxa"/>
          </w:tcPr>
          <w:p w:rsidR="00D94E56" w:rsidRPr="00691DE6" w:rsidRDefault="00D94E56" w:rsidP="00C03539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350" w:type="dxa"/>
          </w:tcPr>
          <w:p w:rsidR="00D94E56" w:rsidRPr="000F5147" w:rsidRDefault="00D94E56" w:rsidP="000F5147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F514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 xml:space="preserve">TOTALE </w:t>
            </w:r>
          </w:p>
        </w:tc>
        <w:tc>
          <w:tcPr>
            <w:tcW w:w="1342" w:type="dxa"/>
          </w:tcPr>
          <w:p w:rsidR="00D94E56" w:rsidRPr="000F5147" w:rsidRDefault="00D94E56" w:rsidP="00C03539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F514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TOTALE</w:t>
            </w:r>
          </w:p>
        </w:tc>
        <w:tc>
          <w:tcPr>
            <w:tcW w:w="1250" w:type="dxa"/>
          </w:tcPr>
          <w:p w:rsidR="00D94E56" w:rsidRPr="000F5147" w:rsidRDefault="00D94E56" w:rsidP="00C03539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  <w:r w:rsidRPr="000F5147"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  <w:t>TOTALE</w:t>
            </w:r>
          </w:p>
        </w:tc>
      </w:tr>
    </w:tbl>
    <w:p w:rsidR="00D94E56" w:rsidRPr="00EE14A1" w:rsidRDefault="00D94E56" w:rsidP="00494A9A">
      <w:pPr>
        <w:rPr>
          <w:rFonts w:ascii="Times New Roman" w:hAnsi="Times New Roman" w:cs="Times New Roman"/>
          <w:color w:val="000000"/>
          <w:sz w:val="20"/>
        </w:rPr>
      </w:pPr>
    </w:p>
    <w:p w:rsidR="00D94E56" w:rsidRPr="00EE14A1" w:rsidRDefault="00D94E56" w:rsidP="00494A9A">
      <w:pPr>
        <w:rPr>
          <w:rFonts w:ascii="Times New Roman" w:hAnsi="Times New Roman" w:cs="Times New Roman"/>
          <w:color w:val="000000"/>
          <w:sz w:val="20"/>
        </w:rPr>
      </w:pPr>
    </w:p>
    <w:tbl>
      <w:tblPr>
        <w:tblW w:w="10803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511"/>
        <w:gridCol w:w="1658"/>
        <w:gridCol w:w="953"/>
        <w:gridCol w:w="1450"/>
        <w:gridCol w:w="1280"/>
        <w:gridCol w:w="1357"/>
        <w:gridCol w:w="1344"/>
        <w:gridCol w:w="1250"/>
      </w:tblGrid>
      <w:tr w:rsidR="00D94E56" w:rsidRPr="00EE14A1" w:rsidTr="00691DE6">
        <w:trPr>
          <w:trHeight w:val="495"/>
        </w:trPr>
        <w:tc>
          <w:tcPr>
            <w:tcW w:w="1511" w:type="dxa"/>
            <w:vMerge w:val="restart"/>
          </w:tcPr>
          <w:p w:rsidR="00D94E56" w:rsidRPr="000F5147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F514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TOTALE ORE</w:t>
            </w:r>
          </w:p>
          <w:p w:rsidR="00D94E56" w:rsidRPr="000F5147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  <w:r w:rsidRPr="000F5147"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  <w:t>N. …………….</w:t>
            </w:r>
          </w:p>
          <w:p w:rsidR="00D94E56" w:rsidRPr="000F5147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8"/>
                <w:szCs w:val="18"/>
              </w:rPr>
            </w:pPr>
          </w:p>
          <w:p w:rsidR="00D94E56" w:rsidRPr="00691DE6" w:rsidRDefault="00D94E56" w:rsidP="000F5147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a.s………….</w:t>
            </w:r>
          </w:p>
          <w:p w:rsidR="00D94E56" w:rsidRPr="00691DE6" w:rsidRDefault="00D94E56" w:rsidP="009E6276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5341" w:type="dxa"/>
            <w:gridSpan w:val="4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PERCORSO      QUINTO ANNO</w:t>
            </w:r>
          </w:p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691D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TUTOR SCOLASTICO                        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prof.</w:t>
            </w:r>
            <w:bookmarkStart w:id="0" w:name="_GoBack"/>
            <w:bookmarkEnd w:id="0"/>
            <w:r w:rsidRPr="00691DE6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...........................</w:t>
            </w:r>
          </w:p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3951" w:type="dxa"/>
            <w:gridSpan w:val="3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color w:val="000000"/>
                <w:sz w:val="20"/>
              </w:rPr>
              <w:t xml:space="preserve">MODALITA’ FORMATIVA </w:t>
            </w:r>
          </w:p>
        </w:tc>
      </w:tr>
      <w:tr w:rsidR="00D94E56" w:rsidRPr="00EE14A1" w:rsidTr="00691DE6">
        <w:trPr>
          <w:trHeight w:val="242"/>
        </w:trPr>
        <w:tc>
          <w:tcPr>
            <w:tcW w:w="1511" w:type="dxa"/>
            <w:vMerge/>
          </w:tcPr>
          <w:p w:rsidR="00D94E56" w:rsidRPr="00691DE6" w:rsidRDefault="00D94E56" w:rsidP="00CB726E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658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ATTIVITA’</w:t>
            </w:r>
          </w:p>
        </w:tc>
        <w:tc>
          <w:tcPr>
            <w:tcW w:w="953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N. ORE</w:t>
            </w:r>
          </w:p>
        </w:tc>
        <w:tc>
          <w:tcPr>
            <w:tcW w:w="1450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 xml:space="preserve"> STRUTTURA</w:t>
            </w:r>
          </w:p>
        </w:tc>
        <w:tc>
          <w:tcPr>
            <w:tcW w:w="1280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LUOGO</w:t>
            </w:r>
          </w:p>
        </w:tc>
        <w:tc>
          <w:tcPr>
            <w:tcW w:w="1357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AULA</w:t>
            </w:r>
          </w:p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N. ORE</w:t>
            </w:r>
          </w:p>
        </w:tc>
        <w:tc>
          <w:tcPr>
            <w:tcW w:w="1344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AZIENDA</w:t>
            </w:r>
          </w:p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N. ORE</w:t>
            </w:r>
          </w:p>
        </w:tc>
        <w:tc>
          <w:tcPr>
            <w:tcW w:w="1250" w:type="dxa"/>
          </w:tcPr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ALTRI CONTESTI</w:t>
            </w:r>
          </w:p>
          <w:p w:rsidR="00D94E56" w:rsidRPr="00691DE6" w:rsidRDefault="00D94E56" w:rsidP="00691DE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691DE6">
              <w:rPr>
                <w:rFonts w:ascii="Times New Roman" w:hAnsi="Times New Roman" w:cs="Times New Roman"/>
                <w:b/>
                <w:color w:val="000000"/>
                <w:sz w:val="20"/>
              </w:rPr>
              <w:t>N. ORE</w:t>
            </w:r>
          </w:p>
        </w:tc>
      </w:tr>
      <w:tr w:rsidR="00D94E56" w:rsidRPr="00EE14A1" w:rsidTr="00691DE6">
        <w:trPr>
          <w:trHeight w:val="252"/>
        </w:trPr>
        <w:tc>
          <w:tcPr>
            <w:tcW w:w="1511" w:type="dxa"/>
            <w:vMerge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658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53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450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357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344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50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D94E56" w:rsidRPr="00EE14A1" w:rsidTr="00691DE6">
        <w:trPr>
          <w:trHeight w:val="242"/>
        </w:trPr>
        <w:tc>
          <w:tcPr>
            <w:tcW w:w="1511" w:type="dxa"/>
            <w:vMerge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658" w:type="dxa"/>
            <w:vMerge w:val="restart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53" w:type="dxa"/>
            <w:vMerge w:val="restart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450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357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344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50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  <w:tr w:rsidR="00D94E56" w:rsidRPr="00EE14A1" w:rsidTr="00691DE6">
        <w:trPr>
          <w:trHeight w:val="242"/>
        </w:trPr>
        <w:tc>
          <w:tcPr>
            <w:tcW w:w="1511" w:type="dxa"/>
            <w:vMerge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658" w:type="dxa"/>
            <w:vMerge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53" w:type="dxa"/>
            <w:vMerge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450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80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357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344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250" w:type="dxa"/>
          </w:tcPr>
          <w:p w:rsidR="00D94E56" w:rsidRPr="00691DE6" w:rsidRDefault="00D94E56" w:rsidP="009E6276">
            <w:pPr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</w:tr>
    </w:tbl>
    <w:p w:rsidR="00D94E56" w:rsidRPr="00EE14A1" w:rsidRDefault="00D94E56" w:rsidP="00494A9A">
      <w:pPr>
        <w:rPr>
          <w:rFonts w:ascii="Times New Roman" w:hAnsi="Times New Roman" w:cs="Times New Roman"/>
          <w:color w:val="000000"/>
          <w:sz w:val="20"/>
        </w:rPr>
      </w:pPr>
    </w:p>
    <w:p w:rsidR="00D94E56" w:rsidRPr="00EE14A1" w:rsidRDefault="00D94E56" w:rsidP="00494A9A">
      <w:pPr>
        <w:rPr>
          <w:rFonts w:ascii="Times New Roman" w:hAnsi="Times New Roman" w:cs="Times New Roman"/>
          <w:color w:val="000000"/>
          <w:sz w:val="20"/>
        </w:rPr>
      </w:pPr>
    </w:p>
    <w:tbl>
      <w:tblPr>
        <w:tblW w:w="10803" w:type="dxa"/>
        <w:tblInd w:w="-318" w:type="dxa"/>
        <w:tblLayout w:type="fixed"/>
        <w:tblLook w:val="0000"/>
      </w:tblPr>
      <w:tblGrid>
        <w:gridCol w:w="6409"/>
        <w:gridCol w:w="1530"/>
        <w:gridCol w:w="1418"/>
        <w:gridCol w:w="1446"/>
      </w:tblGrid>
      <w:tr w:rsidR="00D94E56" w:rsidRPr="00EE14A1" w:rsidTr="009B2777">
        <w:tc>
          <w:tcPr>
            <w:tcW w:w="108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EE14A1" w:rsidRDefault="00D94E56" w:rsidP="009E627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 w:rsidRPr="00EE14A1">
              <w:rPr>
                <w:rFonts w:ascii="Times New Roman" w:hAnsi="Times New Roman" w:cs="Times New Roman"/>
                <w:b/>
                <w:sz w:val="20"/>
              </w:rPr>
              <w:t>RIEPILOGO PERCORSO ALTERNANZA SCUOLA LAVORO</w:t>
            </w:r>
          </w:p>
        </w:tc>
      </w:tr>
      <w:tr w:rsidR="00D94E56" w:rsidRPr="00EE14A1" w:rsidTr="009B2777"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EE14A1" w:rsidRDefault="00D94E56" w:rsidP="009E6276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Default="00D94E56" w:rsidP="009E627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3°</w:t>
            </w:r>
            <w:r w:rsidRPr="00EE14A1">
              <w:rPr>
                <w:rFonts w:ascii="Times New Roman" w:hAnsi="Times New Roman" w:cs="Times New Roman"/>
                <w:sz w:val="20"/>
              </w:rPr>
              <w:t xml:space="preserve"> ANNO</w:t>
            </w:r>
          </w:p>
          <w:p w:rsidR="00D94E56" w:rsidRPr="00EE14A1" w:rsidRDefault="00D94E56" w:rsidP="009E6276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a.s. ………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Default="00D94E56" w:rsidP="009E627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4°</w:t>
            </w:r>
            <w:r w:rsidRPr="00EE14A1">
              <w:rPr>
                <w:rFonts w:ascii="Times New Roman" w:hAnsi="Times New Roman" w:cs="Times New Roman"/>
                <w:sz w:val="20"/>
              </w:rPr>
              <w:t>ANNO</w:t>
            </w:r>
          </w:p>
          <w:p w:rsidR="00D94E56" w:rsidRPr="00EE14A1" w:rsidRDefault="00D94E56" w:rsidP="00771B4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a.s. ……..</w:t>
            </w: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Default="00D94E56" w:rsidP="009E6276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</w:rPr>
              <w:t>5°</w:t>
            </w:r>
            <w:r w:rsidRPr="00EE14A1">
              <w:rPr>
                <w:rFonts w:ascii="Times New Roman" w:hAnsi="Times New Roman" w:cs="Times New Roman"/>
                <w:sz w:val="20"/>
              </w:rPr>
              <w:t xml:space="preserve"> ANNO</w:t>
            </w:r>
          </w:p>
          <w:p w:rsidR="00D94E56" w:rsidRPr="00EE14A1" w:rsidRDefault="00D94E56" w:rsidP="00771B4F">
            <w:pPr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0"/>
              </w:rPr>
              <w:t>a.s……..</w:t>
            </w:r>
          </w:p>
        </w:tc>
      </w:tr>
      <w:tr w:rsidR="00D94E56" w:rsidRPr="00EE14A1" w:rsidTr="009B2777"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EE14A1" w:rsidRDefault="00D94E56" w:rsidP="009E627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E14A1">
              <w:rPr>
                <w:rFonts w:ascii="Times New Roman" w:hAnsi="Times New Roman" w:cs="Times New Roman"/>
                <w:sz w:val="20"/>
              </w:rPr>
              <w:t>FORMAZIONE IN AZIENDA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EE14A1" w:rsidRDefault="00D94E56" w:rsidP="009E627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EE14A1" w:rsidRDefault="00D94E56" w:rsidP="009E627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EE14A1" w:rsidRDefault="00D94E56" w:rsidP="009E627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94E56" w:rsidRPr="00EE14A1" w:rsidTr="000F5147"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EE14A1" w:rsidRDefault="00D94E56" w:rsidP="009E627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E14A1">
              <w:rPr>
                <w:rFonts w:ascii="Times New Roman" w:hAnsi="Times New Roman" w:cs="Times New Roman"/>
                <w:sz w:val="20"/>
              </w:rPr>
              <w:t>FORMAZIONE IN AULA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EE14A1" w:rsidRDefault="00D94E56" w:rsidP="009E627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EE14A1" w:rsidRDefault="00D94E56" w:rsidP="009E627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EE14A1" w:rsidRDefault="00D94E56" w:rsidP="009E627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94E56" w:rsidRPr="00EE14A1" w:rsidTr="000F5147"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EE14A1" w:rsidRDefault="00D94E56" w:rsidP="009E627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E14A1">
              <w:rPr>
                <w:rFonts w:ascii="Times New Roman" w:hAnsi="Times New Roman" w:cs="Times New Roman"/>
                <w:sz w:val="20"/>
              </w:rPr>
              <w:t>FORMAZIONE IN ALTRI CONTESTI E/O CON ALTRE MODALITA’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EE14A1" w:rsidRDefault="00D94E56" w:rsidP="009E627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EE14A1" w:rsidRDefault="00D94E56" w:rsidP="009E627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EE14A1" w:rsidRDefault="00D94E56" w:rsidP="009E627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</w:rPr>
            </w:pPr>
          </w:p>
        </w:tc>
      </w:tr>
      <w:tr w:rsidR="00D94E56" w:rsidRPr="00EE14A1" w:rsidTr="000F5147"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EE14A1" w:rsidRDefault="00D94E56" w:rsidP="009E627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E14A1">
              <w:rPr>
                <w:rFonts w:ascii="Times New Roman" w:hAnsi="Times New Roman" w:cs="Times New Roman"/>
                <w:sz w:val="20"/>
                <w:szCs w:val="22"/>
              </w:rPr>
              <w:t>ORE CERTIFICATE DEL PERCORSO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EE14A1" w:rsidRDefault="00D94E56" w:rsidP="009E627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EE14A1" w:rsidRDefault="00D94E56" w:rsidP="009E627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  <w:tc>
          <w:tcPr>
            <w:tcW w:w="1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EE14A1" w:rsidRDefault="00D94E56" w:rsidP="009E627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2"/>
              </w:rPr>
            </w:pPr>
          </w:p>
        </w:tc>
      </w:tr>
      <w:tr w:rsidR="00D94E56" w:rsidRPr="00EE14A1" w:rsidTr="009B2777">
        <w:tc>
          <w:tcPr>
            <w:tcW w:w="6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EE14A1" w:rsidRDefault="00D94E56" w:rsidP="009E6276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EE14A1">
              <w:rPr>
                <w:rFonts w:ascii="Times New Roman" w:hAnsi="Times New Roman" w:cs="Times New Roman"/>
                <w:sz w:val="20"/>
                <w:szCs w:val="22"/>
              </w:rPr>
              <w:t xml:space="preserve">TOTALE ORE </w:t>
            </w:r>
            <w:r>
              <w:rPr>
                <w:rFonts w:ascii="Times New Roman" w:hAnsi="Times New Roman" w:cs="Times New Roman"/>
                <w:sz w:val="20"/>
                <w:szCs w:val="22"/>
              </w:rPr>
              <w:t>TRIENNIO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EE14A1" w:rsidRDefault="00D94E56" w:rsidP="009E6276">
            <w:pPr>
              <w:snapToGrid w:val="0"/>
              <w:spacing w:line="360" w:lineRule="auto"/>
              <w:jc w:val="center"/>
              <w:rPr>
                <w:rFonts w:ascii="Times New Roman" w:hAnsi="Times New Roman" w:cs="Times New Roman"/>
                <w:b/>
                <w:sz w:val="20"/>
                <w:szCs w:val="22"/>
              </w:rPr>
            </w:pPr>
          </w:p>
        </w:tc>
      </w:tr>
    </w:tbl>
    <w:p w:rsidR="00D94E56" w:rsidRPr="00EE14A1" w:rsidRDefault="00D94E56" w:rsidP="009B2777">
      <w:pPr>
        <w:rPr>
          <w:rFonts w:ascii="Times New Roman" w:hAnsi="Times New Roman" w:cs="Times New Roman"/>
          <w:color w:val="000000"/>
          <w:sz w:val="20"/>
        </w:rPr>
      </w:pPr>
    </w:p>
    <w:p w:rsidR="00D94E56" w:rsidRDefault="00D94E56"/>
    <w:p w:rsidR="00D94E56" w:rsidRDefault="00D94E56"/>
    <w:p w:rsidR="00D94E56" w:rsidRDefault="00D94E56"/>
    <w:p w:rsidR="00D94E56" w:rsidRDefault="00D94E56"/>
    <w:p w:rsidR="00D94E56" w:rsidRDefault="00D94E56"/>
    <w:p w:rsidR="00D94E56" w:rsidRDefault="00D94E56"/>
    <w:p w:rsidR="00D94E56" w:rsidRDefault="00D94E56"/>
    <w:p w:rsidR="00D94E56" w:rsidRDefault="00D94E56"/>
    <w:p w:rsidR="00D94E56" w:rsidRDefault="00D94E56"/>
    <w:p w:rsidR="00D94E56" w:rsidRPr="009C5BFA" w:rsidRDefault="00D94E56" w:rsidP="00875AB0">
      <w:pPr>
        <w:spacing w:line="240" w:lineRule="atLeast"/>
        <w:ind w:left="120"/>
        <w:jc w:val="center"/>
        <w:rPr>
          <w:rFonts w:ascii="Times New Roman" w:hAnsi="Times New Roman" w:cs="Times New Roman"/>
          <w:b/>
          <w:sz w:val="28"/>
        </w:rPr>
      </w:pPr>
    </w:p>
    <w:p w:rsidR="00D94E56" w:rsidRPr="009C5BFA" w:rsidRDefault="00D94E56" w:rsidP="00875AB0">
      <w:pPr>
        <w:jc w:val="both"/>
        <w:rPr>
          <w:rFonts w:ascii="Times New Roman" w:hAnsi="Times New Roman" w:cs="Times New Roman"/>
          <w:b/>
          <w:color w:val="800080"/>
        </w:rPr>
      </w:pPr>
    </w:p>
    <w:p w:rsidR="00D94E56" w:rsidRPr="00944AF9" w:rsidRDefault="00D94E56" w:rsidP="00944AF9">
      <w:pPr>
        <w:spacing w:line="360" w:lineRule="auto"/>
        <w:ind w:right="-442" w:hanging="567"/>
        <w:jc w:val="both"/>
        <w:rPr>
          <w:rFonts w:ascii="Times New Roman" w:hAnsi="Times New Roman" w:cs="Times New Roman"/>
          <w:b/>
          <w:sz w:val="20"/>
          <w:szCs w:val="20"/>
        </w:rPr>
      </w:pPr>
      <w:r w:rsidRPr="00771B4F">
        <w:rPr>
          <w:rFonts w:ascii="Times New Roman" w:hAnsi="Times New Roman" w:cs="Times New Roman"/>
          <w:b/>
          <w:sz w:val="20"/>
          <w:szCs w:val="20"/>
          <w:highlight w:val="yellow"/>
        </w:rPr>
        <w:t>Si certifica che l'allievo/a ......…………………. nata a Matera  il ……………….della  classe V Sezione A   Indirizzo TURISMO</w:t>
      </w:r>
      <w:r w:rsidRPr="00944AF9">
        <w:rPr>
          <w:rFonts w:ascii="Times New Roman" w:hAnsi="Times New Roman" w:cs="Times New Roman"/>
          <w:b/>
          <w:sz w:val="20"/>
          <w:szCs w:val="20"/>
        </w:rPr>
        <w:t xml:space="preserve">  ha svolto un percorso di ALTERNANZA SCUOLA LAVORO  per un numero di ore pari a n</w:t>
      </w:r>
      <w:r>
        <w:rPr>
          <w:rFonts w:ascii="Times New Roman" w:hAnsi="Times New Roman" w:cs="Times New Roman"/>
          <w:b/>
          <w:sz w:val="20"/>
          <w:szCs w:val="20"/>
        </w:rPr>
        <w:t>……………..</w:t>
      </w:r>
    </w:p>
    <w:tbl>
      <w:tblPr>
        <w:tblW w:w="5147" w:type="pct"/>
        <w:tblInd w:w="-10" w:type="dxa"/>
        <w:tblLayout w:type="fixed"/>
        <w:tblLook w:val="0000"/>
      </w:tblPr>
      <w:tblGrid>
        <w:gridCol w:w="7418"/>
        <w:gridCol w:w="992"/>
        <w:gridCol w:w="1159"/>
        <w:gridCol w:w="1159"/>
      </w:tblGrid>
      <w:tr w:rsidR="00D94E56" w:rsidRPr="00944AF9" w:rsidTr="00A45AC3"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Default="00D94E56" w:rsidP="009E6276">
            <w:pPr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b/>
                <w:sz w:val="16"/>
                <w:szCs w:val="16"/>
              </w:rPr>
              <w:t>AREA DELLE COMPETENZE TECNICO-PROFESSIONALI</w:t>
            </w:r>
          </w:p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E56" w:rsidRPr="00944AF9" w:rsidRDefault="00D94E56" w:rsidP="00A45A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</w:t>
            </w:r>
            <w:r w:rsidRPr="00C13788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COMPETENZE SVILUPPATE DAL TIROCINANTE E CONNESSE ALL'ESERCIZIO DELLE ATTIVITÀ E/O COMPITI SVOLTI E RICHIESTI NELL’AMBITO </w:t>
            </w: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DEL </w:t>
            </w:r>
            <w:r>
              <w:rPr>
                <w:rFonts w:ascii="Times New Roman" w:hAnsi="Times New Roman"/>
                <w:sz w:val="16"/>
                <w:szCs w:val="16"/>
                <w:highlight w:val="yellow"/>
              </w:rPr>
              <w:t xml:space="preserve">PERCORSO </w:t>
            </w:r>
            <w:r w:rsidRPr="00C13788">
              <w:rPr>
                <w:rFonts w:ascii="Times New Roman" w:hAnsi="Times New Roman"/>
                <w:sz w:val="16"/>
                <w:szCs w:val="16"/>
                <w:highlight w:val="yellow"/>
              </w:rPr>
              <w:t>PER LE COMPETENZE TRASVERSALI E PER L’ORIENTAMENTO</w:t>
            </w:r>
          </w:p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LIVELLO BASE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LIVELLO MEDIO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LIVELLO AVANZATO</w:t>
            </w:r>
          </w:p>
        </w:tc>
      </w:tr>
      <w:tr w:rsidR="00D94E56" w:rsidRPr="00944AF9" w:rsidTr="00A45AC3">
        <w:trPr>
          <w:trHeight w:val="70"/>
        </w:trPr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INDIVIDUA E ACCEDE ALLA NORMATIVA PUBBLICISTICA, CIVILISTICA, FISCALE CON PARTICOLARE RIFERIMENTO A QUELLA DEL SETTORE TURISTICO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A45AC3"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RICONOSCERE LE PECULIARITÀ ORGANIZZATIVE DELLE IMPRESE TURISTICHE</w:t>
            </w:r>
          </w:p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A45AC3"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UTILIZZA  PROGRAMMI DI CONTABILITÀ INTEGRATA SPECIFICI PER LE AZIENDE DEL SETTORE TURISTICO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A45AC3"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CONTRIBUISCE A REALIZZARE PIANI DI MARKETING PER IMPRESE O PRODOTTI TURISTICI</w:t>
            </w:r>
          </w:p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A45AC3"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COLLABORA ALLA GESTIONE DEL PERSONALE DELL’IMPRESA TURISTICA</w:t>
            </w:r>
          </w:p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A45AC3">
        <w:tc>
          <w:tcPr>
            <w:tcW w:w="72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UTILIZZA IL SISTEMA DELLE COMUNICAZIONI E DELLE RELAZIONI DELLE IMPRESE TURISTICHE</w:t>
            </w:r>
          </w:p>
        </w:tc>
        <w:tc>
          <w:tcPr>
            <w:tcW w:w="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94E56" w:rsidRPr="00944AF9" w:rsidRDefault="00D94E56" w:rsidP="00944AF9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5147" w:type="pct"/>
        <w:tblInd w:w="-10" w:type="dxa"/>
        <w:tblLayout w:type="fixed"/>
        <w:tblLook w:val="0000"/>
      </w:tblPr>
      <w:tblGrid>
        <w:gridCol w:w="7383"/>
        <w:gridCol w:w="1027"/>
        <w:gridCol w:w="1159"/>
        <w:gridCol w:w="1159"/>
      </w:tblGrid>
      <w:tr w:rsidR="00D94E56" w:rsidRPr="00944AF9" w:rsidTr="00A45AC3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Default="00D94E56" w:rsidP="009E62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b/>
                <w:sz w:val="16"/>
                <w:szCs w:val="16"/>
              </w:rPr>
              <w:t>AREA DELLE COMPETENZE  ORGANIZZATIVE</w:t>
            </w:r>
          </w:p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E56" w:rsidRPr="00944AF9" w:rsidRDefault="00D94E56" w:rsidP="00A45A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(COMPETENZE DI NATURA ORGANIZZATIVA SVILUPPATE DAL TIROCINANTE NELL’ESPLETAMENTO DELLE ATTIVITÀ/COMPITI AFFIDATI E CHE SONO AL DI FUORI DI QUELLE PRETTAMENTE TECNICO-PROFESSIONALI)</w:t>
            </w:r>
          </w:p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LIVELLO BASE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LIVELLO MEDIO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LIVELLO AVANZATO</w:t>
            </w:r>
          </w:p>
        </w:tc>
      </w:tr>
      <w:tr w:rsidR="00D94E56" w:rsidRPr="00944AF9" w:rsidTr="00A45AC3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RISPETTA GLI ORARI E I TEMPI ASSEGNATI GARANTENDO IL LIVELLO DI QUALITÀ RICHIESTO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A45AC3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ORGANIZZA LO SPAZIO DI LAVORO E LE ATTIVITÀ PIANIFICANDO IL PROPRIO LAVORO (PRIORITÀ, TEMPI) IN BASE ALLE DISPOSIZIONI RICEVUTE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A45AC3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ACCETTA E PRENDE IN CARICO COMPITI NUOVI O AGGIUNTIVI, RIORGANIZZANDO LE PROPRIE ATTIVITÀ IN BASE ALLE NUOVE ESIGENZE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A45AC3">
        <w:tc>
          <w:tcPr>
            <w:tcW w:w="72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APPLICA LE PROCEDURE E GLI STANDARD DEFINITI DALL'AZIENDA (AMBIENTE, QUALITÀ, SICUREZZA)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94E56" w:rsidRPr="00944AF9" w:rsidRDefault="00D94E56" w:rsidP="00944AF9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5147" w:type="pct"/>
        <w:tblInd w:w="-10" w:type="dxa"/>
        <w:tblLayout w:type="fixed"/>
        <w:tblLook w:val="0000"/>
      </w:tblPr>
      <w:tblGrid>
        <w:gridCol w:w="7396"/>
        <w:gridCol w:w="1014"/>
        <w:gridCol w:w="1158"/>
        <w:gridCol w:w="1160"/>
      </w:tblGrid>
      <w:tr w:rsidR="00D94E56" w:rsidRPr="00944AF9" w:rsidTr="00A45AC3"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Default="00D94E56" w:rsidP="009E62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AREA DELLE COMPETENZE SOCIALI </w:t>
            </w:r>
          </w:p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E56" w:rsidRPr="00944AF9" w:rsidRDefault="00D94E56" w:rsidP="00A45A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 xml:space="preserve">(COMPETENZE DI NATURA RELAZIONALE  SVILUPPATE DAL TIROCINANTE NELL’ESPLETAMENTO DELLE ATTIVITÀ/COMPITI AFFIDATI </w:t>
            </w:r>
          </w:p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LIVELLO BASE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LIVELLO MEDIO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LIVELLO AVANZATO</w:t>
            </w:r>
          </w:p>
        </w:tc>
      </w:tr>
      <w:tr w:rsidR="00D94E56" w:rsidRPr="00944AF9" w:rsidTr="00A45AC3"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 xml:space="preserve">RISPETTA LO STILE E LE REGOLE AZIENDALI </w:t>
            </w:r>
          </w:p>
          <w:p w:rsidR="00D94E56" w:rsidRPr="00944AF9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A45AC3"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COLLABORA CON GLI ALTRI MEMBRI DEL TEAM AL CONSEGUIMENTO DEGLI OBIETTIVI AZIENDALI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A45AC3"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LAVORA IN GRUPPO ESPRIMENDO IL PROPRIO CONTRIBUTO E RISPETTANDO IDEE E CONTRIBUTI DEGLI ALTRI MEMBRI DEL TEAM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A45AC3"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44AF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ACCETTA LA RIPARTIZIONE DEL LAVORO E LE ATTIVITÀ ASSEGNATE DAL TEAM LEADER, COLLABORANDO CON GLI ALTRI ADDETTI PER IL RAGGIUNGIMENTO DEI RISULTATI PREVISTI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44AF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44AF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44AF9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94E56" w:rsidRPr="00944AF9" w:rsidRDefault="00D94E56" w:rsidP="00944AF9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5147" w:type="pct"/>
        <w:tblInd w:w="-10" w:type="dxa"/>
        <w:tblLayout w:type="fixed"/>
        <w:tblLook w:val="0000"/>
      </w:tblPr>
      <w:tblGrid>
        <w:gridCol w:w="7396"/>
        <w:gridCol w:w="1014"/>
        <w:gridCol w:w="1158"/>
        <w:gridCol w:w="1160"/>
      </w:tblGrid>
      <w:tr w:rsidR="00D94E56" w:rsidRPr="00944AF9" w:rsidTr="00A45AC3"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Default="00D94E56" w:rsidP="009E6276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AREA DELLE COMPETENZE LINGUISTICHE </w:t>
            </w:r>
          </w:p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E56" w:rsidRPr="00944AF9" w:rsidRDefault="00D94E56" w:rsidP="00A45AC3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(COMPETENZE LINGUISTICHE SVILUPPATE DAL TIROCINANTE NELL’ESPLETAMENTO DELLE ATTIVITÀ/COMPITI AFFIDATI E CHE SONO AL DI FUORI DI QUELLE PRETTAMENTE TECNICO-PROFESSIONALI)</w:t>
            </w:r>
          </w:p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b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LIVELLO BASE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LIVELLO MEDIO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LIVELLO AVANZATO</w:t>
            </w:r>
          </w:p>
        </w:tc>
      </w:tr>
      <w:tr w:rsidR="00D94E56" w:rsidRPr="00944AF9" w:rsidTr="00A45AC3"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COMUNICA IN MODO APPROPRIATO E CON PADRONANZA DEL REGISTRO LESSICALE. IN PARTICOLARE HA UN LINGUAGGIO RICCO ED ARTICOLATO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A45AC3"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USA  TERMINI SETTORIALI, TECNICI E PROFESSIONALI, ORGANIZZANDO I CONTENUTI ESPOSITIVI CON RIGORE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A45AC3"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 xml:space="preserve">INDIVIDUA E UTILIZZA GLI STRUMENTI DI COMUNICAZIONE E DI TEAM WORKING PIÙ APPROPRIATI PER INTERVENIRE NEI CONTESTI  E PROFESSIONALI DI RIFERIMENTO ORGANIZZATIVI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94E56" w:rsidRPr="00944AF9" w:rsidRDefault="00D94E56" w:rsidP="00944AF9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5147" w:type="pct"/>
        <w:tblInd w:w="-10" w:type="dxa"/>
        <w:tblLayout w:type="fixed"/>
        <w:tblLook w:val="0000"/>
      </w:tblPr>
      <w:tblGrid>
        <w:gridCol w:w="7396"/>
        <w:gridCol w:w="1014"/>
        <w:gridCol w:w="1158"/>
        <w:gridCol w:w="1160"/>
      </w:tblGrid>
      <w:tr w:rsidR="00D94E56" w:rsidRPr="00944AF9" w:rsidTr="00AD7B4B"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b/>
                <w:sz w:val="16"/>
                <w:szCs w:val="16"/>
              </w:rPr>
              <w:t>RIEPILOGO AREA COMPETENZE</w:t>
            </w:r>
          </w:p>
          <w:p w:rsidR="00D94E56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LIVELLO BASE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LIVELLO MEDIO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</w:rPr>
              <w:t>LIVELLO AVANZATO</w:t>
            </w:r>
          </w:p>
        </w:tc>
      </w:tr>
      <w:tr w:rsidR="00D94E56" w:rsidRPr="00944AF9" w:rsidTr="00AD7B4B"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A45AC3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5AC3">
              <w:rPr>
                <w:rFonts w:ascii="Times New Roman" w:hAnsi="Times New Roman" w:cs="Times New Roman"/>
                <w:sz w:val="16"/>
                <w:szCs w:val="16"/>
              </w:rPr>
              <w:t>COMPETENZE CULTURALI E TECNICO PROFESSIONALI</w:t>
            </w:r>
          </w:p>
          <w:p w:rsidR="00D94E56" w:rsidRPr="00A45AC3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AD7B4B"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A45AC3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5AC3">
              <w:rPr>
                <w:rFonts w:ascii="Times New Roman" w:hAnsi="Times New Roman" w:cs="Times New Roman"/>
                <w:sz w:val="16"/>
                <w:szCs w:val="16"/>
              </w:rPr>
              <w:t>COMPETENZE ORGANIZZATIVE E OPERATIVE</w:t>
            </w:r>
          </w:p>
          <w:p w:rsidR="00D94E56" w:rsidRPr="00A45AC3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AD7B4B"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A45AC3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5AC3">
              <w:rPr>
                <w:rFonts w:ascii="Times New Roman" w:hAnsi="Times New Roman" w:cs="Times New Roman"/>
                <w:sz w:val="16"/>
                <w:szCs w:val="16"/>
              </w:rPr>
              <w:t xml:space="preserve">COMPETENZE SOCIALI </w:t>
            </w:r>
          </w:p>
          <w:p w:rsidR="00D94E56" w:rsidRPr="00A45AC3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AD7B4B"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A45AC3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A45AC3">
              <w:rPr>
                <w:rFonts w:ascii="Times New Roman" w:hAnsi="Times New Roman" w:cs="Times New Roman"/>
                <w:sz w:val="16"/>
                <w:szCs w:val="16"/>
              </w:rPr>
              <w:t>COMPETENZE LINGUISTICHE</w:t>
            </w:r>
          </w:p>
          <w:p w:rsidR="00D94E56" w:rsidRPr="00A45AC3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AD7B4B">
        <w:tc>
          <w:tcPr>
            <w:tcW w:w="7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Default="00D94E56" w:rsidP="009E6276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b/>
                <w:sz w:val="16"/>
                <w:szCs w:val="16"/>
              </w:rPr>
              <w:t>VALUTAZIONE GLOBALE COMPETENZE</w:t>
            </w:r>
          </w:p>
          <w:p w:rsidR="00D94E56" w:rsidRPr="00944AF9" w:rsidRDefault="00D94E56" w:rsidP="009E6276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94E56" w:rsidRPr="00944AF9" w:rsidRDefault="00D94E56" w:rsidP="00944AF9">
      <w:pPr>
        <w:rPr>
          <w:rFonts w:ascii="Times New Roman" w:hAnsi="Times New Roman" w:cs="Times New Roman"/>
          <w:sz w:val="16"/>
          <w:szCs w:val="16"/>
        </w:rPr>
      </w:pPr>
    </w:p>
    <w:p w:rsidR="00D94E56" w:rsidRDefault="00D94E56" w:rsidP="00944AF9">
      <w:pPr>
        <w:rPr>
          <w:rFonts w:ascii="Times New Roman" w:hAnsi="Times New Roman" w:cs="Times New Roman"/>
          <w:sz w:val="16"/>
          <w:szCs w:val="16"/>
        </w:rPr>
      </w:pPr>
    </w:p>
    <w:p w:rsidR="00D94E56" w:rsidRPr="00944AF9" w:rsidRDefault="00D94E56" w:rsidP="00944AF9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10274" w:type="dxa"/>
        <w:tblInd w:w="69" w:type="dxa"/>
        <w:tblLayout w:type="fixed"/>
        <w:tblLook w:val="0000"/>
      </w:tblPr>
      <w:tblGrid>
        <w:gridCol w:w="3725"/>
        <w:gridCol w:w="6549"/>
      </w:tblGrid>
      <w:tr w:rsidR="00D94E56" w:rsidRPr="00944AF9" w:rsidTr="00944AF9"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4AF9">
              <w:rPr>
                <w:rFonts w:ascii="Times New Roman" w:hAnsi="Times New Roman" w:cs="Times New Roman"/>
                <w:b/>
                <w:sz w:val="14"/>
                <w:szCs w:val="14"/>
              </w:rPr>
              <w:t>LIVELLO DI COMPETENZA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4AF9">
              <w:rPr>
                <w:rFonts w:ascii="Times New Roman" w:hAnsi="Times New Roman" w:cs="Times New Roman"/>
                <w:b/>
                <w:sz w:val="14"/>
                <w:szCs w:val="14"/>
              </w:rPr>
              <w:t xml:space="preserve">VOTO </w:t>
            </w:r>
          </w:p>
        </w:tc>
      </w:tr>
      <w:tr w:rsidR="00D94E56" w:rsidRPr="00944AF9" w:rsidTr="00944AF9"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4AF9">
              <w:rPr>
                <w:rFonts w:ascii="Times New Roman" w:hAnsi="Times New Roman" w:cs="Times New Roman"/>
                <w:sz w:val="14"/>
                <w:szCs w:val="14"/>
              </w:rPr>
              <w:t>NON RAGGIUNTO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4AF9">
              <w:rPr>
                <w:rFonts w:ascii="Times New Roman" w:hAnsi="Times New Roman" w:cs="Times New Roman"/>
                <w:sz w:val="14"/>
                <w:szCs w:val="14"/>
              </w:rPr>
              <w:t xml:space="preserve">DA 1 A 5 </w:t>
            </w:r>
          </w:p>
        </w:tc>
      </w:tr>
      <w:tr w:rsidR="00D94E56" w:rsidRPr="00944AF9" w:rsidTr="00944AF9"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4AF9">
              <w:rPr>
                <w:rFonts w:ascii="Times New Roman" w:hAnsi="Times New Roman" w:cs="Times New Roman"/>
                <w:sz w:val="14"/>
                <w:szCs w:val="14"/>
              </w:rPr>
              <w:t>BASE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4AF9">
              <w:rPr>
                <w:rFonts w:ascii="Times New Roman" w:hAnsi="Times New Roman" w:cs="Times New Roman"/>
                <w:sz w:val="14"/>
                <w:szCs w:val="14"/>
              </w:rPr>
              <w:t xml:space="preserve">6 - SUFFICIENTE </w:t>
            </w:r>
          </w:p>
        </w:tc>
      </w:tr>
      <w:tr w:rsidR="00D94E56" w:rsidRPr="00944AF9" w:rsidTr="00944AF9"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4AF9">
              <w:rPr>
                <w:rFonts w:ascii="Times New Roman" w:hAnsi="Times New Roman" w:cs="Times New Roman"/>
                <w:sz w:val="14"/>
                <w:szCs w:val="14"/>
              </w:rPr>
              <w:t>INTERMEDIO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4AF9">
              <w:rPr>
                <w:rFonts w:ascii="Times New Roman" w:hAnsi="Times New Roman" w:cs="Times New Roman"/>
                <w:sz w:val="14"/>
                <w:szCs w:val="14"/>
              </w:rPr>
              <w:t>7-8  IN RELAZIONE AL PUNTEGGIO</w:t>
            </w:r>
          </w:p>
        </w:tc>
      </w:tr>
      <w:tr w:rsidR="00D94E56" w:rsidRPr="00944AF9" w:rsidTr="00944AF9"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4AF9">
              <w:rPr>
                <w:rFonts w:ascii="Times New Roman" w:hAnsi="Times New Roman" w:cs="Times New Roman"/>
                <w:sz w:val="14"/>
                <w:szCs w:val="14"/>
              </w:rPr>
              <w:t>AVANZATO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4AF9">
              <w:rPr>
                <w:rFonts w:ascii="Times New Roman" w:hAnsi="Times New Roman" w:cs="Times New Roman"/>
                <w:sz w:val="14"/>
                <w:szCs w:val="14"/>
              </w:rPr>
              <w:t>9- 10 IN RELAZIONE AL PUNTEGGIO</w:t>
            </w:r>
          </w:p>
        </w:tc>
      </w:tr>
      <w:tr w:rsidR="00D94E56" w:rsidRPr="00944AF9" w:rsidTr="00944AF9">
        <w:tc>
          <w:tcPr>
            <w:tcW w:w="37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4AF9">
              <w:rPr>
                <w:rFonts w:ascii="Times New Roman" w:hAnsi="Times New Roman" w:cs="Times New Roman"/>
                <w:sz w:val="14"/>
                <w:szCs w:val="14"/>
              </w:rPr>
              <w:t xml:space="preserve">VALUTAZIONE GLOBALE </w:t>
            </w:r>
          </w:p>
        </w:tc>
        <w:tc>
          <w:tcPr>
            <w:tcW w:w="6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rPr>
                <w:rFonts w:ascii="Times New Roman" w:hAnsi="Times New Roman" w:cs="Times New Roman"/>
                <w:sz w:val="14"/>
                <w:szCs w:val="14"/>
              </w:rPr>
            </w:pPr>
            <w:r w:rsidRPr="00944AF9">
              <w:rPr>
                <w:rFonts w:ascii="Times New Roman" w:hAnsi="Times New Roman" w:cs="Times New Roman"/>
                <w:sz w:val="14"/>
                <w:szCs w:val="14"/>
              </w:rPr>
              <w:t>MEDIA DELLE VOTAZIONI DELLE SINGOLE COMPETENZE</w:t>
            </w:r>
          </w:p>
        </w:tc>
      </w:tr>
    </w:tbl>
    <w:p w:rsidR="00D94E56" w:rsidRPr="00944AF9" w:rsidRDefault="00D94E56" w:rsidP="00944AF9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D94E56" w:rsidRDefault="00D94E56" w:rsidP="00944AF9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D94E56" w:rsidRDefault="00D94E56" w:rsidP="00944AF9">
      <w:pPr>
        <w:jc w:val="both"/>
        <w:rPr>
          <w:rFonts w:ascii="Times New Roman" w:hAnsi="Times New Roman" w:cs="Times New Roman"/>
          <w:sz w:val="14"/>
          <w:szCs w:val="14"/>
        </w:rPr>
      </w:pPr>
    </w:p>
    <w:p w:rsidR="00D94E56" w:rsidRPr="00944AF9" w:rsidRDefault="00D94E56" w:rsidP="00944AF9">
      <w:pPr>
        <w:jc w:val="both"/>
        <w:rPr>
          <w:rFonts w:ascii="Times New Roman" w:hAnsi="Times New Roman" w:cs="Times New Roman"/>
          <w:sz w:val="14"/>
          <w:szCs w:val="14"/>
        </w:rPr>
      </w:pPr>
      <w:r w:rsidRPr="00944AF9">
        <w:rPr>
          <w:rFonts w:ascii="Times New Roman" w:hAnsi="Times New Roman" w:cs="Times New Roman"/>
          <w:sz w:val="14"/>
          <w:szCs w:val="14"/>
        </w:rPr>
        <w:t>LEGENDA</w:t>
      </w:r>
    </w:p>
    <w:p w:rsidR="00D94E56" w:rsidRPr="00944AF9" w:rsidRDefault="00D94E56" w:rsidP="00944AF9">
      <w:pPr>
        <w:pStyle w:val="NormalWeb"/>
        <w:rPr>
          <w:sz w:val="14"/>
          <w:szCs w:val="14"/>
        </w:rPr>
      </w:pPr>
      <w:r w:rsidRPr="00944AF9">
        <w:rPr>
          <w:sz w:val="14"/>
          <w:szCs w:val="14"/>
        </w:rPr>
        <w:t>I. LIVELLO BASE: LO STUDENTE SVOLGE COMPITI SEMPLICI IN SITUAZIONI NOTE, MOSTRANDO DI POSSEDERE CONOSCENZE ED ABILITÀ ESSENZIALI E DI SAPER APPLICARE REGOLE E PROCEDURE FONDAMENTALI.</w:t>
      </w:r>
      <w:r w:rsidRPr="00944AF9">
        <w:rPr>
          <w:sz w:val="14"/>
          <w:szCs w:val="14"/>
        </w:rPr>
        <w:br/>
        <w:t>NEL CASO IN CUI NON SIA STATO RAGGIUNTO IL LIVELLO BASE, È RIPORTATA L'ESPRESSIONE "LIVELLO BASE NON RAGGIUNTO", CON L'INDICAZIONE DELLA RELATIVA MOTIVAZIONE.</w:t>
      </w:r>
    </w:p>
    <w:p w:rsidR="00D94E56" w:rsidRPr="00944AF9" w:rsidRDefault="00D94E56" w:rsidP="00944AF9">
      <w:pPr>
        <w:pStyle w:val="NormalWeb"/>
        <w:rPr>
          <w:sz w:val="14"/>
          <w:szCs w:val="14"/>
        </w:rPr>
      </w:pPr>
      <w:r w:rsidRPr="00944AF9">
        <w:rPr>
          <w:sz w:val="14"/>
          <w:szCs w:val="14"/>
        </w:rPr>
        <w:t>II. LIVELLO INTERMEDIO: LO STUDENTE SVOLGE COMPITI E RISOLVE PROBLEMI COMPLESSI IN SITUAZIONI NOTE, COMPIE SCELTE CONSAPEVOLI, MOSTRANDO DI SAPER UTILIZZARE LE CONOSCENZE E LE ABILITA ACQUISITE.</w:t>
      </w:r>
    </w:p>
    <w:p w:rsidR="00D94E56" w:rsidRPr="00944AF9" w:rsidRDefault="00D94E56" w:rsidP="00944AF9">
      <w:pPr>
        <w:pStyle w:val="NormalWeb"/>
        <w:rPr>
          <w:sz w:val="14"/>
          <w:szCs w:val="14"/>
        </w:rPr>
      </w:pPr>
      <w:r w:rsidRPr="00944AF9">
        <w:rPr>
          <w:sz w:val="14"/>
          <w:szCs w:val="14"/>
        </w:rPr>
        <w:t>III. LIVELLO AVANZATO: LO STUDENTE SVOLGE COMPITI E PROBLEMI COMPLESSI IN SITUAZIONI ANCHE NON NOTE, MOSTRANDO PADRONANZA NELL'USO DELLE CONOSCENZE E DELLE ABILITÀ. SA PROPORRE E SOSTENERE LE PROPRIE OPINIONI E ASSUMERE AUTONOMAMENTE DECISIONI CONSAPEVOLI.</w:t>
      </w:r>
    </w:p>
    <w:p w:rsidR="00D94E56" w:rsidRPr="00944AF9" w:rsidRDefault="00D94E56" w:rsidP="00944AF9">
      <w:pPr>
        <w:pStyle w:val="NormalWeb"/>
        <w:rPr>
          <w:sz w:val="14"/>
          <w:szCs w:val="14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4889"/>
        <w:gridCol w:w="4910"/>
      </w:tblGrid>
      <w:tr w:rsidR="00D94E56" w:rsidRPr="00944AF9" w:rsidTr="009E6276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AD7B4B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AD7B4B">
              <w:rPr>
                <w:rFonts w:ascii="Times New Roman" w:hAnsi="Times New Roman" w:cs="Times New Roman"/>
                <w:sz w:val="16"/>
                <w:szCs w:val="16"/>
                <w:highlight w:val="green"/>
              </w:rPr>
              <w:t>FIRMA DEL TUTOR SCOLASTICO</w:t>
            </w: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D7B4B">
              <w:rPr>
                <w:rFonts w:ascii="Times New Roman" w:hAnsi="Times New Roman" w:cs="Times New Roman"/>
                <w:sz w:val="16"/>
                <w:szCs w:val="16"/>
                <w:highlight w:val="green"/>
              </w:rPr>
              <w:t>FIRMA DEL DIRIGENTE SCOLASTICO</w:t>
            </w:r>
          </w:p>
        </w:tc>
      </w:tr>
      <w:tr w:rsidR="00D94E56" w:rsidRPr="00944AF9" w:rsidTr="009E6276"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E56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E56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E56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E56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94E56" w:rsidRPr="00944AF9" w:rsidRDefault="00D94E56" w:rsidP="00944AF9">
      <w:pPr>
        <w:rPr>
          <w:rFonts w:ascii="Times New Roman" w:hAnsi="Times New Roman" w:cs="Times New Roman"/>
          <w:sz w:val="16"/>
          <w:szCs w:val="16"/>
        </w:rPr>
      </w:pPr>
    </w:p>
    <w:p w:rsidR="00D94E56" w:rsidRPr="00944AF9" w:rsidRDefault="00D94E56" w:rsidP="00944AF9">
      <w:pPr>
        <w:rPr>
          <w:rFonts w:ascii="Times New Roman" w:hAnsi="Times New Roman" w:cs="Times New Roman"/>
          <w:sz w:val="16"/>
          <w:szCs w:val="16"/>
        </w:rPr>
      </w:pPr>
    </w:p>
    <w:p w:rsidR="00D94E56" w:rsidRPr="00944AF9" w:rsidRDefault="00D94E56" w:rsidP="00944AF9">
      <w:pPr>
        <w:jc w:val="right"/>
        <w:rPr>
          <w:rFonts w:ascii="Times New Roman" w:hAnsi="Times New Roman" w:cs="Times New Roman"/>
          <w:sz w:val="16"/>
          <w:szCs w:val="16"/>
        </w:rPr>
      </w:pPr>
      <w:r w:rsidRPr="00AD7B4B">
        <w:rPr>
          <w:rFonts w:ascii="Times New Roman" w:hAnsi="Times New Roman" w:cs="Times New Roman"/>
          <w:sz w:val="16"/>
          <w:szCs w:val="16"/>
          <w:highlight w:val="green"/>
        </w:rPr>
        <w:t>TIMBRO DELLA SCUOLA</w:t>
      </w:r>
    </w:p>
    <w:p w:rsidR="00D94E56" w:rsidRPr="00944AF9" w:rsidRDefault="00D94E56" w:rsidP="00944AF9">
      <w:pPr>
        <w:rPr>
          <w:rFonts w:ascii="Times New Roman" w:hAnsi="Times New Roman" w:cs="Times New Roman"/>
          <w:sz w:val="16"/>
          <w:szCs w:val="16"/>
        </w:rPr>
      </w:pPr>
    </w:p>
    <w:p w:rsidR="00D94E56" w:rsidRPr="00944AF9" w:rsidRDefault="00D94E56" w:rsidP="00944AF9">
      <w:pPr>
        <w:rPr>
          <w:rFonts w:ascii="Times New Roman" w:hAnsi="Times New Roman" w:cs="Times New Roman"/>
          <w:sz w:val="16"/>
          <w:szCs w:val="16"/>
        </w:rPr>
      </w:pPr>
    </w:p>
    <w:p w:rsidR="00D94E56" w:rsidRPr="00944AF9" w:rsidRDefault="00D94E56" w:rsidP="00944AF9">
      <w:pPr>
        <w:rPr>
          <w:rFonts w:ascii="Times New Roman" w:hAnsi="Times New Roman" w:cs="Times New Roman"/>
          <w:sz w:val="16"/>
          <w:szCs w:val="16"/>
        </w:rPr>
      </w:pPr>
    </w:p>
    <w:p w:rsidR="00D94E56" w:rsidRPr="00944AF9" w:rsidRDefault="00D94E56" w:rsidP="00944AF9">
      <w:pPr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Ind w:w="-10" w:type="dxa"/>
        <w:tblLayout w:type="fixed"/>
        <w:tblLook w:val="0000"/>
      </w:tblPr>
      <w:tblGrid>
        <w:gridCol w:w="3402"/>
        <w:gridCol w:w="3327"/>
        <w:gridCol w:w="3146"/>
      </w:tblGrid>
      <w:tr w:rsidR="00D94E56" w:rsidRPr="00944AF9" w:rsidTr="009E6276">
        <w:tc>
          <w:tcPr>
            <w:tcW w:w="67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  <w:highlight w:val="green"/>
              </w:rPr>
              <w:t>IL CONSIGLIO DI CLASSE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</w:p>
        </w:tc>
      </w:tr>
      <w:tr w:rsidR="00D94E56" w:rsidRPr="00944AF9" w:rsidTr="009E627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  <w:highlight w:val="green"/>
              </w:rPr>
              <w:t>DOCENTI</w:t>
            </w: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  <w:highlight w:val="green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  <w:highlight w:val="green"/>
              </w:rPr>
              <w:t>DISCIPLINA INSEGNAMENTO</w:t>
            </w: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944AF9">
              <w:rPr>
                <w:rFonts w:ascii="Times New Roman" w:hAnsi="Times New Roman" w:cs="Times New Roman"/>
                <w:sz w:val="16"/>
                <w:szCs w:val="16"/>
                <w:highlight w:val="green"/>
              </w:rPr>
              <w:t>FIRMA</w:t>
            </w:r>
          </w:p>
        </w:tc>
      </w:tr>
      <w:tr w:rsidR="00D94E56" w:rsidRPr="00944AF9" w:rsidTr="009E627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9E627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9E627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9E627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9E627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9E627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9E627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9E627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94E56" w:rsidRPr="00944AF9" w:rsidTr="009E6276">
        <w:tc>
          <w:tcPr>
            <w:tcW w:w="34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3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94E56" w:rsidRPr="00944AF9" w:rsidRDefault="00D94E56" w:rsidP="009E6276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:rsidR="00D94E56" w:rsidRDefault="00D94E56"/>
    <w:sectPr w:rsidR="00D94E56" w:rsidSect="00944AF9">
      <w:pgSz w:w="11906" w:h="16838"/>
      <w:pgMar w:top="142" w:right="849" w:bottom="1134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D1927402"/>
    <w:lvl w:ilvl="0" w:tplc="0410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66"/>
    <w:multiLevelType w:val="hybridMultilevel"/>
    <w:tmpl w:val="555C55B4"/>
    <w:lvl w:ilvl="0" w:tplc="FFFFFFFF">
      <w:start w:val="1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>
    <w:nsid w:val="00000067"/>
    <w:multiLevelType w:val="hybridMultilevel"/>
    <w:tmpl w:val="3FA62ACA"/>
    <w:lvl w:ilvl="0" w:tplc="FFFFFFFF">
      <w:start w:val="10"/>
      <w:numFmt w:val="decimal"/>
      <w:lvlText w:val="%1."/>
      <w:lvlJc w:val="left"/>
      <w:rPr>
        <w:rFonts w:cs="Times New Roman"/>
      </w:rPr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08"/>
  <w:hyphenationZone w:val="283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69A7"/>
    <w:rsid w:val="0001315E"/>
    <w:rsid w:val="000B6444"/>
    <w:rsid w:val="000D098E"/>
    <w:rsid w:val="000F5147"/>
    <w:rsid w:val="00115AEC"/>
    <w:rsid w:val="00180B0A"/>
    <w:rsid w:val="001D5F76"/>
    <w:rsid w:val="00201DC8"/>
    <w:rsid w:val="00260D8E"/>
    <w:rsid w:val="00287E38"/>
    <w:rsid w:val="00307E07"/>
    <w:rsid w:val="003171B5"/>
    <w:rsid w:val="00413897"/>
    <w:rsid w:val="0044012B"/>
    <w:rsid w:val="00446333"/>
    <w:rsid w:val="00485426"/>
    <w:rsid w:val="00494A9A"/>
    <w:rsid w:val="004D01E9"/>
    <w:rsid w:val="005048BC"/>
    <w:rsid w:val="00667DED"/>
    <w:rsid w:val="00670366"/>
    <w:rsid w:val="00691DE6"/>
    <w:rsid w:val="006F7F5D"/>
    <w:rsid w:val="007669A7"/>
    <w:rsid w:val="00771B4F"/>
    <w:rsid w:val="00772EBF"/>
    <w:rsid w:val="00780085"/>
    <w:rsid w:val="007C662E"/>
    <w:rsid w:val="0087505D"/>
    <w:rsid w:val="00875AB0"/>
    <w:rsid w:val="008C5BAA"/>
    <w:rsid w:val="008F4633"/>
    <w:rsid w:val="009169B4"/>
    <w:rsid w:val="00944AF9"/>
    <w:rsid w:val="009B2777"/>
    <w:rsid w:val="009B3846"/>
    <w:rsid w:val="009C5BFA"/>
    <w:rsid w:val="009E6276"/>
    <w:rsid w:val="00A45AC3"/>
    <w:rsid w:val="00AD52EF"/>
    <w:rsid w:val="00AD7B4B"/>
    <w:rsid w:val="00B05407"/>
    <w:rsid w:val="00B07D0B"/>
    <w:rsid w:val="00B42239"/>
    <w:rsid w:val="00BB6EA0"/>
    <w:rsid w:val="00BC2B07"/>
    <w:rsid w:val="00C03539"/>
    <w:rsid w:val="00C13788"/>
    <w:rsid w:val="00CB726E"/>
    <w:rsid w:val="00D26470"/>
    <w:rsid w:val="00D94E56"/>
    <w:rsid w:val="00DC7AB7"/>
    <w:rsid w:val="00E01B62"/>
    <w:rsid w:val="00E70131"/>
    <w:rsid w:val="00EA46B4"/>
    <w:rsid w:val="00EE14A1"/>
    <w:rsid w:val="00F365A4"/>
    <w:rsid w:val="00F80006"/>
    <w:rsid w:val="00FE1B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4A9A"/>
    <w:pPr>
      <w:suppressAutoHyphens/>
      <w:autoSpaceDE w:val="0"/>
    </w:pPr>
    <w:rPr>
      <w:rFonts w:ascii="Arial" w:eastAsia="Times New Roman" w:hAnsi="Arial" w:cs="Arial"/>
      <w:bCs/>
      <w:sz w:val="24"/>
      <w:szCs w:val="28"/>
      <w:lang w:eastAsia="zh-CN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ormale1">
    <w:name w:val="Normale1"/>
    <w:uiPriority w:val="99"/>
    <w:rsid w:val="00494A9A"/>
    <w:pPr>
      <w:spacing w:line="276" w:lineRule="auto"/>
    </w:pPr>
    <w:rPr>
      <w:rFonts w:ascii="Arial" w:hAnsi="Arial" w:cs="Arial"/>
      <w:color w:val="000000"/>
    </w:rPr>
  </w:style>
  <w:style w:type="paragraph" w:styleId="Header">
    <w:name w:val="header"/>
    <w:basedOn w:val="Normal"/>
    <w:link w:val="HeaderChar"/>
    <w:uiPriority w:val="99"/>
    <w:rsid w:val="00494A9A"/>
    <w:rPr>
      <w:rFonts w:eastAsia="Calibri" w:cs="Times New Roman"/>
      <w:sz w:val="28"/>
    </w:rPr>
  </w:style>
  <w:style w:type="character" w:customStyle="1" w:styleId="HeaderChar">
    <w:name w:val="Header Char"/>
    <w:basedOn w:val="DefaultParagraphFont"/>
    <w:link w:val="Header"/>
    <w:uiPriority w:val="99"/>
    <w:locked/>
    <w:rsid w:val="00494A9A"/>
    <w:rPr>
      <w:rFonts w:ascii="Arial" w:hAnsi="Arial" w:cs="Times New Roman"/>
      <w:bCs/>
      <w:sz w:val="28"/>
      <w:szCs w:val="28"/>
      <w:lang w:eastAsia="zh-CN"/>
    </w:rPr>
  </w:style>
  <w:style w:type="table" w:styleId="TableGrid">
    <w:name w:val="Table Grid"/>
    <w:basedOn w:val="TableNormal"/>
    <w:uiPriority w:val="99"/>
    <w:rsid w:val="00494A9A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99"/>
    <w:qFormat/>
    <w:rsid w:val="00CB726E"/>
    <w:pPr>
      <w:ind w:left="720"/>
      <w:contextualSpacing/>
    </w:pPr>
  </w:style>
  <w:style w:type="paragraph" w:styleId="NormalWeb">
    <w:name w:val="Normal (Web)"/>
    <w:basedOn w:val="Normal"/>
    <w:uiPriority w:val="99"/>
    <w:rsid w:val="00670366"/>
    <w:pPr>
      <w:autoSpaceDE/>
      <w:spacing w:before="280" w:after="119"/>
    </w:pPr>
    <w:rPr>
      <w:rFonts w:ascii="Times New Roman" w:hAnsi="Times New Roman" w:cs="Times New Roman"/>
      <w:bCs w:val="0"/>
      <w:szCs w:val="24"/>
    </w:rPr>
  </w:style>
  <w:style w:type="character" w:styleId="Hyperlink">
    <w:name w:val="Hyperlink"/>
    <w:basedOn w:val="DefaultParagraphFont"/>
    <w:uiPriority w:val="99"/>
    <w:rsid w:val="00875AB0"/>
    <w:rPr>
      <w:rFonts w:cs="Times New Roman"/>
      <w:color w:val="0000FF"/>
      <w:u w:val="single"/>
    </w:rPr>
  </w:style>
  <w:style w:type="paragraph" w:customStyle="1" w:styleId="TableParagraph">
    <w:name w:val="Table Paragraph"/>
    <w:basedOn w:val="Normal"/>
    <w:uiPriority w:val="99"/>
    <w:rsid w:val="00875AB0"/>
    <w:pPr>
      <w:widowControl w:val="0"/>
      <w:suppressAutoHyphens w:val="0"/>
      <w:autoSpaceDE/>
    </w:pPr>
    <w:rPr>
      <w:rFonts w:ascii="Calibri" w:eastAsia="Calibri" w:hAnsi="Calibri" w:cs="Times New Roman"/>
      <w:bCs w:val="0"/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FE1B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E1BE7"/>
    <w:rPr>
      <w:rFonts w:ascii="Tahoma" w:hAnsi="Tahoma" w:cs="Tahoma"/>
      <w:bCs/>
      <w:sz w:val="16"/>
      <w:szCs w:val="16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ttd06000b@istruzione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mttd06000b@pec.istruzione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mttd06000b@istruzione.it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4</Pages>
  <Words>965</Words>
  <Characters>5502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Rosa Martulli</dc:creator>
  <cp:keywords/>
  <dc:description/>
  <cp:lastModifiedBy>Docente_2</cp:lastModifiedBy>
  <cp:revision>3</cp:revision>
  <cp:lastPrinted>2019-03-11T10:13:00Z</cp:lastPrinted>
  <dcterms:created xsi:type="dcterms:W3CDTF">2019-06-07T16:50:00Z</dcterms:created>
  <dcterms:modified xsi:type="dcterms:W3CDTF">2019-06-11T07:05:00Z</dcterms:modified>
</cp:coreProperties>
</file>